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3321C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710F54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7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3321C2" w:rsidP="0004179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137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ЕВРОПА</w:t>
            </w:r>
          </w:p>
        </w:tc>
      </w:tr>
      <w:tr w:rsidR="00D0461E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710F54" w:rsidRDefault="00D0461E" w:rsidP="00710F5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10F5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Балканске  државе</w:t>
            </w:r>
            <w:r w:rsidR="00710F54" w:rsidRPr="00710F5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-</w:t>
            </w:r>
            <w:r w:rsidR="00710F54" w:rsidRPr="00710F54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 xml:space="preserve"> </w:t>
            </w:r>
            <w:r w:rsidR="00710F54" w:rsidRPr="005A4FDD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БиХ  и  Црна  Гора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37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Default="003321C2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530636" w:rsidRPr="003D790A" w:rsidRDefault="00813711" w:rsidP="0004179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Објаснити  ученицима  географске  одлике  </w:t>
            </w:r>
            <w:r w:rsidR="00710F5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Босне  и  Херцеговине  и  Црне  Горе</w:t>
            </w:r>
          </w:p>
        </w:tc>
      </w:tr>
      <w:tr w:rsidR="00A45210" w:rsidRPr="00B37DAE" w:rsidTr="00530636">
        <w:tc>
          <w:tcPr>
            <w:tcW w:w="9576" w:type="dxa"/>
            <w:shd w:val="clear" w:color="auto" w:fill="FFFFFF" w:themeFill="background1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04179F" w:rsidRDefault="0004179F" w:rsidP="00A45210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 w:rsidR="0053063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Усвојити  нова  знања  о  основним  географским  одлика  </w:t>
            </w:r>
            <w:r w:rsidR="00710F5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БиХ </w:t>
            </w:r>
            <w:r w:rsidR="00E939B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710F54">
              <w:rPr>
                <w:rFonts w:ascii="Times New Roman" w:hAnsi="Times New Roman"/>
                <w:sz w:val="24"/>
                <w:szCs w:val="24"/>
                <w:lang w:val="sr-Cyrl-CS"/>
              </w:rPr>
              <w:t>и  Црне  Горе</w:t>
            </w:r>
          </w:p>
          <w:p w:rsidR="00530636" w:rsidRPr="00530636" w:rsidRDefault="0004179F" w:rsidP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 способности  уочавања  основних  географских  одлика  објеката, уочавање  појава  и  процеса</w:t>
            </w:r>
            <w:r w:rsidR="00710F54" w:rsidRPr="00710F5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976108">
        <w:trPr>
          <w:trHeight w:val="1042"/>
        </w:trPr>
        <w:tc>
          <w:tcPr>
            <w:tcW w:w="9576" w:type="dxa"/>
            <w:shd w:val="clear" w:color="auto" w:fill="FFFFFF" w:themeFill="background1"/>
          </w:tcPr>
          <w:p w:rsidR="00813711" w:rsidRDefault="00D0461E" w:rsidP="00813711">
            <w:pP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FC1D2A" w:rsidRPr="00E939BF" w:rsidRDefault="00FC1D2A" w:rsidP="00FC1D2A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FC1D2A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>-објасни основне географске одлике БиХ и</w:t>
            </w:r>
            <w:r w:rsidR="00E939BF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Pr="00FC1D2A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>Црне Горе</w:t>
            </w:r>
          </w:p>
          <w:p w:rsidR="00E939BF" w:rsidRPr="00E939BF" w:rsidRDefault="00FC1D2A" w:rsidP="00530636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FC1D2A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>-упореди географске долике БиХ и Црне Горе</w:t>
            </w:r>
          </w:p>
        </w:tc>
      </w:tr>
      <w:tr w:rsidR="00664F16" w:rsidRPr="00B37DAE" w:rsidTr="00530636">
        <w:tc>
          <w:tcPr>
            <w:tcW w:w="9576" w:type="dxa"/>
            <w:shd w:val="clear" w:color="auto" w:fill="FFFFFF" w:themeFill="background1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530636" w:rsidRPr="00FC1D2A" w:rsidRDefault="009B224E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ГЕ1.1.3. Препознаје  и чита  географске и  допунске  елементе  карте-називе  мора,  острва,  полуострва,  планина,  низија,  река и  већих  гардова  </w:t>
            </w:r>
            <w:r w:rsidR="00FC1D2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БиХ  и  Црне  Горе</w:t>
            </w:r>
          </w:p>
          <w:p w:rsidR="009B224E" w:rsidRDefault="009B224E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 1.4.1 Препознаје  основне  природно-географске  и  друштвено-географске  одлике  </w:t>
            </w:r>
          </w:p>
          <w:p w:rsidR="00FC1D2A" w:rsidRPr="009B224E" w:rsidRDefault="00FC1D2A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C1D2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БиХ  и  Црне  Горе</w:t>
            </w:r>
          </w:p>
          <w:p w:rsidR="00530636" w:rsidRDefault="00670648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</w:p>
          <w:p w:rsidR="00530636" w:rsidRDefault="009B224E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ГЕ2.1.2. Одређује  положај  места  и  тачака на  географској  картри-мора, острва,  планина,  низија,  река  и градова.</w:t>
            </w:r>
          </w:p>
          <w:p w:rsidR="009B224E" w:rsidRDefault="009B224E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</w:t>
            </w:r>
            <w:r w:rsidR="0065771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2.1.3.Прпознаје  и  објашњава  географске  чињенице представљене  моделом, сликом графиком, табелом.</w:t>
            </w:r>
          </w:p>
          <w:p w:rsidR="00657717" w:rsidRPr="009B224E" w:rsidRDefault="00657717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ГЕ2.4.1.Описује  природне  и  друштвене  одлике  </w:t>
            </w:r>
            <w:r w:rsidR="00FC1D2A" w:rsidRPr="00FC1D2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БиХ  и  Црне  Горе</w:t>
            </w:r>
          </w:p>
          <w:p w:rsidR="00670648" w:rsidRPr="00657717" w:rsidRDefault="00670648" w:rsidP="00657717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530636" w:rsidRDefault="00657717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ГЕ3.1.1.Анализира  географску  карту  и  доноси  закључке  о  географском  положају </w:t>
            </w:r>
            <w:r w:rsidR="00FC1D2A" w:rsidRPr="00FC1D2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БиХ  и  Црне  Горе</w:t>
            </w:r>
            <w:r w:rsidR="00FC1D2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у  оквиру  Јужне  Европе  и  Средоземља,  као  и  њихове  везе   са  осталим  регијама  Европе.</w:t>
            </w:r>
          </w:p>
          <w:p w:rsidR="00657717" w:rsidRPr="00657717" w:rsidRDefault="00657717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 3.4.1.Објашњава  географске</w:t>
            </w:r>
            <w:r w:rsidR="00E939B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везе  и  законитости   у  две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земље  Јужне  Европе.</w:t>
            </w:r>
          </w:p>
          <w:p w:rsidR="00530636" w:rsidRPr="003D790A" w:rsidRDefault="00D012A5" w:rsidP="00E939BF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3678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Објашњава  утицај  географског  положаја  у  оквиру  </w:t>
            </w:r>
            <w:r w:rsidR="00E939B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Јужне  Европе</w:t>
            </w:r>
            <w:r w:rsidRPr="00F3678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на</w:t>
            </w:r>
            <w:r w:rsidR="00F3678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основне  природно-географске  и  друштвено-географске  одлике  ових  земаља.</w:t>
            </w:r>
          </w:p>
        </w:tc>
      </w:tr>
      <w:tr w:rsidR="00545C96" w:rsidRPr="00545C96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197BE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F36783" w:rsidRDefault="00545C9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илустративно-демонстрациона, дијалошка, монолошка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94301B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еографски  атлас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-издање  Завода  за  уџбенике,  Београд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Вежбанка  за  географију, 7.  разред (неме  карте)-издање  Завода  за  уџбенике,  Београд,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зидна  карта  Европе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илустрације.</w:t>
            </w:r>
          </w:p>
          <w:p w:rsidR="00530636" w:rsidRPr="00530636" w:rsidRDefault="00530636" w:rsidP="0094301B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0D1454" w:rsidRPr="00B37DAE" w:rsidTr="00530636">
        <w:tc>
          <w:tcPr>
            <w:tcW w:w="9576" w:type="dxa"/>
            <w:shd w:val="clear" w:color="auto" w:fill="FFFFFF" w:themeFill="background1"/>
          </w:tcPr>
          <w:p w:rsidR="000D1454" w:rsidRPr="00530636" w:rsidRDefault="000D1454" w:rsidP="00F36783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сторија, , информатика и рачунарство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ликовна  култура.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FC1D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часа:</w:t>
            </w:r>
          </w:p>
        </w:tc>
      </w:tr>
      <w:tr w:rsidR="0096516D" w:rsidRPr="00B37DAE" w:rsidTr="00822D6D">
        <w:tc>
          <w:tcPr>
            <w:tcW w:w="9576" w:type="dxa"/>
          </w:tcPr>
          <w:p w:rsidR="0096516D" w:rsidRPr="00FD7FA0" w:rsidRDefault="00FD7FA0" w:rsidP="001D57C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Разговором  са  ученицима  подсећамо  се  које  се  државе  налазе  на  Балканском  полуострву.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FC1D2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часа:</w:t>
            </w:r>
          </w:p>
        </w:tc>
      </w:tr>
      <w:tr w:rsidR="001C6C13" w:rsidRPr="00B37DAE" w:rsidTr="00115A38">
        <w:tc>
          <w:tcPr>
            <w:tcW w:w="9576" w:type="dxa"/>
          </w:tcPr>
          <w:p w:rsidR="00530636" w:rsidRDefault="00FD7FA0" w:rsidP="001D57C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Упознајемо  ученике  са  географских  положајем  БиХ.Објашњавамо  укратко,  како  је  и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када  настала  држава  БиХ.Истичемо  да  се она  састоји од  два  дела-ентитета:Републик</w:t>
            </w:r>
            <w:r w:rsidR="001963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 Српска  и  Федерација  БиХ.О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бјашњавамо  рељеф, климу,  хидрографију  и  природне  ресурсе  БиХ.Истичемо  одлике  становништва,  нарочито  етнички  састав.Објашњавамо и на  карти  показујемо  главне  географске  одлике  РС.Наглашавамо положај  РС  у  оквиру БиХ  и  њене  везе  са  Србијом.</w:t>
            </w:r>
          </w:p>
          <w:p w:rsidR="00FD7FA0" w:rsidRDefault="00FD7FA0" w:rsidP="001D57C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Објашњавамо  гепографски  положај,  величину </w:t>
            </w:r>
            <w:r w:rsidR="001963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 географску  разноврсност  Црне  Горе.</w:t>
            </w:r>
          </w:p>
          <w:p w:rsidR="00530636" w:rsidRPr="003D790A" w:rsidRDefault="00FD7FA0" w:rsidP="001D57C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Наводимо  и  на  карти  показујемо  три  географске  регије Црне  Горе: Црногорско  приморје, Средњу  Црну  Гору  и Северну  Црну  Гору.Истичемо њихове  основне  географске  одлике  и специфичности;  наводимо  веће  градове.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FD7F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часа:</w:t>
            </w:r>
          </w:p>
        </w:tc>
      </w:tr>
      <w:tr w:rsidR="005F784B" w:rsidRPr="00B37DAE" w:rsidTr="00886172">
        <w:tc>
          <w:tcPr>
            <w:tcW w:w="9576" w:type="dxa"/>
          </w:tcPr>
          <w:p w:rsidR="00530636" w:rsidRPr="00196365" w:rsidRDefault="00FD7FA0" w:rsidP="00196365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 разговору  са ученицима</w:t>
            </w:r>
            <w:r w:rsidR="001963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инсистирамо  да  уоче    сличности  и  разлике  између  географских  одлика  БиХ  и  Црне  Горе</w:t>
            </w:r>
          </w:p>
        </w:tc>
      </w:tr>
      <w:tr w:rsidR="00606767" w:rsidRPr="00B80B22" w:rsidTr="00530636">
        <w:tc>
          <w:tcPr>
            <w:tcW w:w="9576" w:type="dxa"/>
            <w:shd w:val="clear" w:color="auto" w:fill="FFFFFF" w:themeFill="background1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3321C2">
        <w:tc>
          <w:tcPr>
            <w:tcW w:w="9576" w:type="dxa"/>
          </w:tcPr>
          <w:p w:rsidR="00530636" w:rsidRDefault="00B80B22" w:rsidP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</w:t>
            </w:r>
            <w:r w:rsidR="001963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963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БАЛКАНСКЕ  ДРЖАВЕ-БИХ  И  ЦРНА ГОРА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</w:t>
            </w:r>
          </w:p>
          <w:p w:rsidR="00530636" w:rsidRDefault="00120B58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Босна  и  Херцеговина:</w:t>
            </w:r>
          </w:p>
          <w:p w:rsidR="00120B58" w:rsidRDefault="00120B58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-2  ентитета—Република  Српска (49%  територије  Бих)</w:t>
            </w:r>
          </w:p>
          <w:p w:rsidR="00120B58" w:rsidRDefault="00120B58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Федерација  Бих (51%  територије  БиХ)</w:t>
            </w:r>
          </w:p>
          <w:p w:rsidR="00120B58" w:rsidRDefault="00120B58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-планинска  земља</w:t>
            </w:r>
          </w:p>
          <w:p w:rsidR="00120B58" w:rsidRDefault="00120B58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-Херцеговина-крашка  област</w:t>
            </w:r>
          </w:p>
          <w:p w:rsidR="00120B58" w:rsidRDefault="00120B58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-реке:Дрина.  Сава,  Босна,  Врбас,  Неретва</w:t>
            </w:r>
          </w:p>
          <w:p w:rsidR="00120B58" w:rsidRDefault="00120B58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-становништво: Бошњаци,  Срби,  Хрвати</w:t>
            </w:r>
          </w:p>
          <w:p w:rsidR="00120B58" w:rsidRDefault="00120B58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-градови: Сарајево,  Бањалука,  Мостар,  Зеница</w:t>
            </w:r>
          </w:p>
          <w:p w:rsidR="00120B58" w:rsidRDefault="00120B58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3D79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Република  Српска—25000 км . кв.  1170 000  ст.</w:t>
            </w:r>
          </w:p>
          <w:p w:rsidR="003D790A" w:rsidRDefault="003D790A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градови:Бањалука,  Источно  Сарајево, Бијељина,  Требиње</w:t>
            </w:r>
          </w:p>
          <w:p w:rsidR="003D790A" w:rsidRDefault="003D790A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природни  ресурси-пољопривредно  земљиште,  шуме,  угаљ,</w:t>
            </w:r>
          </w:p>
          <w:p w:rsidR="003D790A" w:rsidRPr="00120B58" w:rsidRDefault="003D790A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руде  метала, воде</w:t>
            </w:r>
          </w:p>
          <w:p w:rsidR="00530636" w:rsidRPr="003D790A" w:rsidRDefault="003D790A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</w:t>
            </w:r>
            <w:r w:rsidRPr="003D79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тесне  везе  са  Србијом</w:t>
            </w:r>
          </w:p>
          <w:p w:rsidR="00530636" w:rsidRDefault="003D790A" w:rsidP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3D790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Црна  Гора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  <w:p w:rsidR="003D790A" w:rsidRPr="003D790A" w:rsidRDefault="003D790A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-</w:t>
            </w:r>
            <w:r w:rsidR="00E939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балканска  и  медитеранска</w:t>
            </w:r>
            <w:r w:rsidRPr="003D79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земља</w:t>
            </w:r>
          </w:p>
          <w:p w:rsidR="00530636" w:rsidRDefault="003D790A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становништво: Црногорци,  Срби,  Бошњаци,  Албанци</w:t>
            </w:r>
          </w:p>
          <w:p w:rsidR="003D790A" w:rsidRDefault="003D790A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-р</w:t>
            </w:r>
            <w:r w:rsidR="00E939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егије:   1.Црногорско  приморје: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Херцег  Нови,  Бар,  Будва,  Котор,  Улцињ</w:t>
            </w:r>
          </w:p>
          <w:p w:rsidR="003D790A" w:rsidRDefault="003D790A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2.Средња  Црна  Гора: Подгорица,  Цетиње</w:t>
            </w:r>
          </w:p>
          <w:p w:rsidR="00530636" w:rsidRPr="003D790A" w:rsidRDefault="003D790A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3.Северна  црна  гора:Бијело  Поље,  Пљевља,  Беране,  Колашин</w:t>
            </w:r>
          </w:p>
          <w:p w:rsidR="00D6605E" w:rsidRPr="00606767" w:rsidRDefault="00D6605E" w:rsidP="0080459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334D" w:rsidRPr="003321C2" w:rsidTr="00530636">
        <w:tc>
          <w:tcPr>
            <w:tcW w:w="9576" w:type="dxa"/>
            <w:shd w:val="clear" w:color="auto" w:fill="FFFFFF" w:themeFill="background1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530636" w:rsidRPr="003321C2" w:rsidTr="00530636">
        <w:trPr>
          <w:trHeight w:val="3140"/>
        </w:trPr>
        <w:tc>
          <w:tcPr>
            <w:tcW w:w="9576" w:type="dxa"/>
            <w:shd w:val="clear" w:color="auto" w:fill="FFFFFF" w:themeFill="background1"/>
          </w:tcPr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Pr="003D790A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D1454"/>
    <w:rsid w:val="00120B58"/>
    <w:rsid w:val="00177289"/>
    <w:rsid w:val="00196365"/>
    <w:rsid w:val="001C6C13"/>
    <w:rsid w:val="001D57CA"/>
    <w:rsid w:val="002365E8"/>
    <w:rsid w:val="003321C2"/>
    <w:rsid w:val="00391413"/>
    <w:rsid w:val="003A7B13"/>
    <w:rsid w:val="003C170C"/>
    <w:rsid w:val="003D790A"/>
    <w:rsid w:val="003F1D6D"/>
    <w:rsid w:val="0045123D"/>
    <w:rsid w:val="00466279"/>
    <w:rsid w:val="00491F36"/>
    <w:rsid w:val="004C7CD5"/>
    <w:rsid w:val="00530636"/>
    <w:rsid w:val="00545C96"/>
    <w:rsid w:val="005A4FDD"/>
    <w:rsid w:val="005F784B"/>
    <w:rsid w:val="00605D58"/>
    <w:rsid w:val="00606767"/>
    <w:rsid w:val="00620F46"/>
    <w:rsid w:val="00657717"/>
    <w:rsid w:val="00664F16"/>
    <w:rsid w:val="00670648"/>
    <w:rsid w:val="006F2937"/>
    <w:rsid w:val="00710F54"/>
    <w:rsid w:val="007906D8"/>
    <w:rsid w:val="007E6623"/>
    <w:rsid w:val="007F2BA8"/>
    <w:rsid w:val="0080459B"/>
    <w:rsid w:val="00813711"/>
    <w:rsid w:val="00854D2A"/>
    <w:rsid w:val="008F0F0B"/>
    <w:rsid w:val="00942ED0"/>
    <w:rsid w:val="0094301B"/>
    <w:rsid w:val="0096516D"/>
    <w:rsid w:val="00976108"/>
    <w:rsid w:val="009B224E"/>
    <w:rsid w:val="009F2F46"/>
    <w:rsid w:val="00A17F87"/>
    <w:rsid w:val="00A45210"/>
    <w:rsid w:val="00A47E59"/>
    <w:rsid w:val="00AB78A4"/>
    <w:rsid w:val="00B37DAE"/>
    <w:rsid w:val="00B80B22"/>
    <w:rsid w:val="00B85A26"/>
    <w:rsid w:val="00BA107D"/>
    <w:rsid w:val="00BF20E4"/>
    <w:rsid w:val="00C379D6"/>
    <w:rsid w:val="00C70D9C"/>
    <w:rsid w:val="00C81044"/>
    <w:rsid w:val="00CC0911"/>
    <w:rsid w:val="00D012A5"/>
    <w:rsid w:val="00D0461E"/>
    <w:rsid w:val="00D6605E"/>
    <w:rsid w:val="00DB15CC"/>
    <w:rsid w:val="00DE65D7"/>
    <w:rsid w:val="00E4334D"/>
    <w:rsid w:val="00E939BF"/>
    <w:rsid w:val="00EC77F2"/>
    <w:rsid w:val="00F05659"/>
    <w:rsid w:val="00F137B9"/>
    <w:rsid w:val="00F36783"/>
    <w:rsid w:val="00F57D30"/>
    <w:rsid w:val="00F97155"/>
    <w:rsid w:val="00FC1D2A"/>
    <w:rsid w:val="00FD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7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712340-9960-42F8-A3C1-B859B72F9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105</TotalTime>
  <Pages>2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8</cp:revision>
  <cp:lastPrinted>2020-06-23T12:52:00Z</cp:lastPrinted>
  <dcterms:created xsi:type="dcterms:W3CDTF">2020-06-23T19:26:00Z</dcterms:created>
  <dcterms:modified xsi:type="dcterms:W3CDTF">2020-07-03T08:53:00Z</dcterms:modified>
</cp:coreProperties>
</file>